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A1BC8D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7777777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F3012">
        <w:rPr>
          <w:rFonts w:ascii="Corbel" w:hAnsi="Corbel"/>
          <w:i/>
          <w:smallCaps/>
          <w:sz w:val="24"/>
          <w:szCs w:val="24"/>
        </w:rPr>
        <w:t>20</w:t>
      </w:r>
      <w:r w:rsidR="00D47521">
        <w:rPr>
          <w:rFonts w:ascii="Corbel" w:hAnsi="Corbel"/>
          <w:i/>
          <w:smallCaps/>
          <w:sz w:val="24"/>
          <w:szCs w:val="24"/>
        </w:rPr>
        <w:t>20</w:t>
      </w:r>
      <w:r w:rsidR="0023203C">
        <w:rPr>
          <w:rFonts w:ascii="Corbel" w:hAnsi="Corbel"/>
          <w:i/>
          <w:smallCaps/>
          <w:sz w:val="24"/>
          <w:szCs w:val="24"/>
        </w:rPr>
        <w:t xml:space="preserve"> - 20</w:t>
      </w:r>
      <w:r w:rsidR="00D47521">
        <w:rPr>
          <w:rFonts w:ascii="Corbel" w:hAnsi="Corbel"/>
          <w:i/>
          <w:smallCaps/>
          <w:sz w:val="24"/>
          <w:szCs w:val="24"/>
        </w:rPr>
        <w:t>23</w:t>
      </w:r>
    </w:p>
    <w:p w14:paraId="0867EB60" w14:textId="77777777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2022/2023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00B819C8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00B819C8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77777777" w:rsidR="0085747A" w:rsidRPr="00D90937" w:rsidRDefault="008C29C8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EUB</w:t>
            </w:r>
            <w:proofErr w:type="spellEnd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/C-1.13a</w:t>
            </w:r>
          </w:p>
        </w:tc>
      </w:tr>
      <w:tr w:rsidR="00FD6A6B" w:rsidRPr="009C54AE" w14:paraId="79257871" w14:textId="77777777" w:rsidTr="00B819C8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00B819C8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00B819C8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00B819C8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00B819C8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00B819C8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32A4E0DB" w:rsidR="00C31C76" w:rsidRPr="00DC5F81" w:rsidRDefault="00DC5F8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5F8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31C76" w:rsidRPr="009C54AE" w14:paraId="5FA5CDA5" w14:textId="77777777" w:rsidTr="00B819C8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00B819C8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00B819C8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00B819C8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00B819C8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41A3D265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7BEF40E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249B1693" w:rsidR="00015B8F" w:rsidRPr="009C54AE" w:rsidRDefault="001876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77777777" w:rsidR="00CD1D5C" w:rsidRPr="005C5ADE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C5ADE">
        <w:rPr>
          <w:rStyle w:val="normaltextrun"/>
          <w:rFonts w:ascii="Corbel" w:hAnsi="Corbel" w:cs="Segoe UI"/>
        </w:rPr>
        <w:sym w:font="Wingdings" w:char="F0FE"/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proofErr w:type="spellStart"/>
      <w:r w:rsidRPr="005C5ADE">
        <w:rPr>
          <w:rStyle w:val="spellingerror"/>
          <w:rFonts w:ascii="Corbel" w:hAnsi="Corbel"/>
        </w:rPr>
        <w:t>Teams</w:t>
      </w:r>
      <w:proofErr w:type="spellEnd"/>
      <w:r w:rsidRPr="005C5ADE">
        <w:rPr>
          <w:rStyle w:val="spellingerror"/>
          <w:rFonts w:ascii="Corbel" w:hAnsi="Corbel"/>
        </w:rPr>
        <w:t>)</w:t>
      </w:r>
      <w:r w:rsidRPr="005C5AD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18761F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8761F" w:rsidRPr="009C54AE" w14:paraId="683D08C5" w14:textId="77777777" w:rsidTr="0018761F">
        <w:tc>
          <w:tcPr>
            <w:tcW w:w="1822" w:type="dxa"/>
          </w:tcPr>
          <w:p w14:paraId="1C68F1E0" w14:textId="77777777" w:rsidR="0018761F" w:rsidRPr="009C54AE" w:rsidRDefault="0018761F" w:rsidP="001876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0113EC14" w14:textId="77777777" w:rsidR="0018761F" w:rsidRPr="006A44EB" w:rsidRDefault="0018761F" w:rsidP="001876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41FF912F" w:rsidR="0018761F" w:rsidRPr="006A44EB" w:rsidRDefault="0018761F" w:rsidP="001876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3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18761F" w:rsidRPr="009C54AE" w14:paraId="6518EC05" w14:textId="77777777" w:rsidTr="0018761F">
        <w:tc>
          <w:tcPr>
            <w:tcW w:w="1822" w:type="dxa"/>
          </w:tcPr>
          <w:p w14:paraId="08865772" w14:textId="77777777" w:rsidR="0018761F" w:rsidRPr="009C54AE" w:rsidRDefault="0018761F" w:rsidP="001876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18761F" w:rsidRPr="006A44EB" w:rsidRDefault="0018761F" w:rsidP="001876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15E8D94F" w:rsidR="0018761F" w:rsidRPr="006A44EB" w:rsidRDefault="0018761F" w:rsidP="001876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3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18761F" w:rsidRPr="009C54AE" w14:paraId="1817AE7C" w14:textId="77777777" w:rsidTr="0018761F">
        <w:tc>
          <w:tcPr>
            <w:tcW w:w="1822" w:type="dxa"/>
          </w:tcPr>
          <w:p w14:paraId="08237B93" w14:textId="77777777" w:rsidR="0018761F" w:rsidRPr="009C54AE" w:rsidRDefault="0018761F" w:rsidP="001876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18761F" w:rsidRPr="006A44EB" w:rsidRDefault="0018761F" w:rsidP="001876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1CD41840" w:rsidR="0018761F" w:rsidRPr="006A44EB" w:rsidRDefault="0018761F" w:rsidP="001876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3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18761F" w:rsidRPr="009C54AE" w14:paraId="0BD977B0" w14:textId="77777777" w:rsidTr="0018761F">
        <w:tc>
          <w:tcPr>
            <w:tcW w:w="1822" w:type="dxa"/>
          </w:tcPr>
          <w:p w14:paraId="5F8D85B7" w14:textId="77777777" w:rsidR="0018761F" w:rsidRPr="009C54AE" w:rsidRDefault="0018761F" w:rsidP="001876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18761F" w:rsidRPr="006A44EB" w:rsidRDefault="0018761F" w:rsidP="001876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65CF1973" w:rsidR="0018761F" w:rsidRPr="006A44EB" w:rsidRDefault="0018761F" w:rsidP="001876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3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bookmarkEnd w:id="1"/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00923D7D">
        <w:tc>
          <w:tcPr>
            <w:tcW w:w="9670" w:type="dxa"/>
          </w:tcPr>
          <w:p w14:paraId="3977C104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234934A" w14:textId="77777777" w:rsidR="0085747A" w:rsidRPr="00FE1386" w:rsidRDefault="00160124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="00AB5427" w:rsidRPr="00FE1386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223FBF8C" w:rsidR="00B07B3E" w:rsidRPr="009C54AE" w:rsidRDefault="00DC5F8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162E63D3" w:rsidR="00331122" w:rsidRPr="00521803" w:rsidRDefault="00DC5F8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00E94EA8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="0085747A" w:rsidRPr="00CD1D5C" w14:paraId="6619A9DE" w14:textId="77777777" w:rsidTr="00E94EA8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45398CD" w14:textId="5B38A7C8" w:rsidR="00C93776" w:rsidRPr="00CD1D5C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87684" w14:textId="77777777" w:rsidR="005B6B09" w:rsidRDefault="005B6B09" w:rsidP="00C16ABF">
      <w:pPr>
        <w:spacing w:after="0" w:line="240" w:lineRule="auto"/>
      </w:pPr>
      <w:r>
        <w:separator/>
      </w:r>
    </w:p>
  </w:endnote>
  <w:endnote w:type="continuationSeparator" w:id="0">
    <w:p w14:paraId="7AC14049" w14:textId="77777777" w:rsidR="005B6B09" w:rsidRDefault="005B6B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C0390" w14:textId="77777777" w:rsidR="005B6B09" w:rsidRDefault="005B6B09" w:rsidP="00C16ABF">
      <w:pPr>
        <w:spacing w:after="0" w:line="240" w:lineRule="auto"/>
      </w:pPr>
      <w:r>
        <w:separator/>
      </w:r>
    </w:p>
  </w:footnote>
  <w:footnote w:type="continuationSeparator" w:id="0">
    <w:p w14:paraId="414ED291" w14:textId="77777777" w:rsidR="005B6B09" w:rsidRDefault="005B6B09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8761F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B6B09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3CBE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C5F81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73164-AA85-4577-BE26-EDED9A13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6ED54E-2701-4759-ACB9-4AA2C182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91</TotalTime>
  <Pages>1</Pages>
  <Words>915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123</cp:revision>
  <cp:lastPrinted>2017-04-27T18:28:00Z</cp:lastPrinted>
  <dcterms:created xsi:type="dcterms:W3CDTF">2020-12-02T19:58:00Z</dcterms:created>
  <dcterms:modified xsi:type="dcterms:W3CDTF">2021-11-02T08:56:00Z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